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E17E08" w:rsidRPr="007428EA">
        <w:rPr>
          <w:rFonts w:ascii="Corbel" w:hAnsi="Corbel"/>
          <w:smallCaps/>
          <w:sz w:val="24"/>
          <w:szCs w:val="24"/>
        </w:rPr>
        <w:t>20</w:t>
      </w:r>
      <w:r w:rsidR="007428EA" w:rsidRPr="007428EA">
        <w:rPr>
          <w:rFonts w:ascii="Corbel" w:hAnsi="Corbel"/>
          <w:smallCaps/>
          <w:sz w:val="24"/>
          <w:szCs w:val="24"/>
        </w:rPr>
        <w:t>20</w:t>
      </w:r>
      <w:r w:rsidR="00E17E08" w:rsidRPr="007428EA">
        <w:rPr>
          <w:rFonts w:ascii="Corbel" w:hAnsi="Corbel"/>
          <w:smallCaps/>
          <w:sz w:val="24"/>
          <w:szCs w:val="24"/>
        </w:rPr>
        <w:t>-202</w:t>
      </w:r>
      <w:r w:rsidR="007428EA" w:rsidRPr="007428EA">
        <w:rPr>
          <w:rFonts w:ascii="Corbel" w:hAnsi="Corbel"/>
          <w:smallCaps/>
          <w:sz w:val="24"/>
          <w:szCs w:val="24"/>
        </w:rPr>
        <w:t>3</w:t>
      </w:r>
    </w:p>
    <w:p w14:paraId="2A94F79A" w14:textId="71358D80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2022/2023</w:t>
      </w:r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E/I/EP/C-1.9b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</w:t>
            </w:r>
            <w:r w:rsidR="00644962" w:rsidRPr="007428EA">
              <w:rPr>
                <w:rFonts w:ascii="Corbel" w:hAnsi="Corbel"/>
                <w:b w:val="0"/>
                <w:sz w:val="22"/>
              </w:rPr>
              <w:t xml:space="preserve">tacjonarne 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7428EA" w:rsidRDefault="007428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7428EA" w:rsidRDefault="007428EA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FC0C5A" w:rsidRPr="007428EA" w:rsidRDefault="007428E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040814" w:rsidRPr="007428EA">
        <w:rPr>
          <w:rFonts w:ascii="Corbel" w:hAnsi="Corbel"/>
          <w:b w:val="0"/>
          <w:smallCaps w:val="0"/>
          <w:szCs w:val="24"/>
        </w:rPr>
        <w:t>gzamin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A709A" w14:textId="77777777" w:rsidR="002F2340" w:rsidRDefault="002F2340" w:rsidP="00C16ABF">
      <w:pPr>
        <w:spacing w:after="0" w:line="240" w:lineRule="auto"/>
      </w:pPr>
      <w:r>
        <w:separator/>
      </w:r>
    </w:p>
  </w:endnote>
  <w:endnote w:type="continuationSeparator" w:id="0">
    <w:p w14:paraId="25E0E5EC" w14:textId="77777777" w:rsidR="002F2340" w:rsidRDefault="002F23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C0FD2" w14:textId="77777777" w:rsidR="002F2340" w:rsidRDefault="002F2340" w:rsidP="00C16ABF">
      <w:pPr>
        <w:spacing w:after="0" w:line="240" w:lineRule="auto"/>
      </w:pPr>
      <w:r>
        <w:separator/>
      </w:r>
    </w:p>
  </w:footnote>
  <w:footnote w:type="continuationSeparator" w:id="0">
    <w:p w14:paraId="1D03C58C" w14:textId="77777777" w:rsidR="002F2340" w:rsidRDefault="002F234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0C6"/>
    <w:rsid w:val="001F2CA2"/>
    <w:rsid w:val="0020213E"/>
    <w:rsid w:val="002144C0"/>
    <w:rsid w:val="0022477D"/>
    <w:rsid w:val="002336F9"/>
    <w:rsid w:val="00234071"/>
    <w:rsid w:val="0024028F"/>
    <w:rsid w:val="00240C7F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3C3E"/>
    <w:rsid w:val="00F070AB"/>
    <w:rsid w:val="00F27A7B"/>
    <w:rsid w:val="00F406BC"/>
    <w:rsid w:val="00F617C3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9AFA3-F4E5-482A-8415-881767905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A3197A-5E8E-4AC1-8A9B-AB59C190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901</Words>
  <Characters>5410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14</cp:revision>
  <cp:lastPrinted>2017-04-27T18:28:00Z</cp:lastPrinted>
  <dcterms:created xsi:type="dcterms:W3CDTF">2020-12-04T17:08:00Z</dcterms:created>
  <dcterms:modified xsi:type="dcterms:W3CDTF">2020-12-07T18:41:00Z</dcterms:modified>
</cp:coreProperties>
</file>